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1EE" w:rsidRDefault="00787BB9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529590</wp:posOffset>
                </wp:positionV>
                <wp:extent cx="1866900" cy="933450"/>
                <wp:effectExtent l="0" t="0" r="0" b="0"/>
                <wp:wrapNone/>
                <wp:docPr id="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6476" w:rsidRDefault="00036476">
                            <w:pPr>
                              <w:pStyle w:val="Corpsdetexte3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Service d’infrastructure de la Défense</w:t>
                            </w:r>
                          </w:p>
                          <w:p w:rsidR="00036476" w:rsidRPr="00A61691" w:rsidRDefault="0003647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036476" w:rsidRPr="00A61691" w:rsidRDefault="00036476" w:rsidP="00D41666">
                            <w:pPr>
                              <w:rPr>
                                <w:b/>
                                <w:i/>
                                <w:sz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</w:rPr>
                              <w:t>DID – AIM - NORD – St DENIS</w:t>
                            </w:r>
                          </w:p>
                          <w:p w:rsidR="004E70FF" w:rsidRDefault="004E70FF" w:rsidP="00D41666">
                            <w:pPr>
                              <w:rPr>
                                <w:b/>
                                <w:i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lang w:val="en-US"/>
                              </w:rPr>
                              <w:t>BP50 800</w:t>
                            </w:r>
                          </w:p>
                          <w:p w:rsidR="00036476" w:rsidRDefault="00787BB9" w:rsidP="00D41666">
                            <w:pPr>
                              <w:rPr>
                                <w:b/>
                                <w:i/>
                                <w:sz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lang w:val="en-US"/>
                              </w:rPr>
                              <w:t>97 476</w:t>
                            </w:r>
                            <w:r w:rsidR="00036476">
                              <w:rPr>
                                <w:b/>
                                <w:i/>
                                <w:sz w:val="16"/>
                                <w:lang w:val="en-US"/>
                              </w:rPr>
                              <w:t xml:space="preserve"> SAINT-</w:t>
                            </w:r>
                            <w:r w:rsidR="001728F6">
                              <w:rPr>
                                <w:b/>
                                <w:i/>
                                <w:sz w:val="16"/>
                                <w:lang w:val="en-US"/>
                              </w:rPr>
                              <w:t xml:space="preserve">DENIS </w:t>
                            </w:r>
                            <w:proofErr w:type="spellStart"/>
                            <w:r w:rsidR="001728F6">
                              <w:rPr>
                                <w:b/>
                                <w:i/>
                                <w:sz w:val="16"/>
                                <w:lang w:val="en-US"/>
                              </w:rPr>
                              <w:t>cedex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-16.3pt;margin-top:41.7pt;width:147pt;height:7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" stroked="f">
                <v:textbox>
                  <w:txbxContent>
                    <w:p w:rsidR="00036476" w:rsidRDefault="00036476">
                      <w:pPr>
                        <w:pStyle w:val="Corpsdetexte3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Service d’infrastructure de la Défense</w:t>
                      </w:r>
                    </w:p>
                    <w:p w:rsidR="00036476" w:rsidRPr="00A61691" w:rsidRDefault="00036476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036476" w:rsidRPr="00A61691" w:rsidRDefault="00036476" w:rsidP="00D41666">
                      <w:pPr>
                        <w:rPr>
                          <w:b/>
                          <w:i/>
                          <w:sz w:val="16"/>
                        </w:rPr>
                      </w:pPr>
                      <w:r>
                        <w:rPr>
                          <w:b/>
                          <w:i/>
                          <w:sz w:val="16"/>
                        </w:rPr>
                        <w:t>DID – AIM - NORD – St DENIS</w:t>
                      </w:r>
                    </w:p>
                    <w:p w:rsidR="004E70FF" w:rsidRDefault="004E70FF" w:rsidP="00D41666">
                      <w:pPr>
                        <w:rPr>
                          <w:b/>
                          <w:i/>
                          <w:sz w:val="16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16"/>
                          <w:lang w:val="en-US"/>
                        </w:rPr>
                        <w:t>BP50 800</w:t>
                      </w:r>
                    </w:p>
                    <w:p w:rsidR="00036476" w:rsidRDefault="00787BB9" w:rsidP="00D41666">
                      <w:pPr>
                        <w:rPr>
                          <w:b/>
                          <w:i/>
                          <w:sz w:val="16"/>
                        </w:rPr>
                      </w:pPr>
                      <w:r>
                        <w:rPr>
                          <w:b/>
                          <w:i/>
                          <w:sz w:val="16"/>
                          <w:lang w:val="en-US"/>
                        </w:rPr>
                        <w:t>97 476</w:t>
                      </w:r>
                      <w:r w:rsidR="00036476">
                        <w:rPr>
                          <w:b/>
                          <w:i/>
                          <w:sz w:val="16"/>
                          <w:lang w:val="en-US"/>
                        </w:rPr>
                        <w:t xml:space="preserve"> SAINT-</w:t>
                      </w:r>
                      <w:r w:rsidR="001728F6">
                        <w:rPr>
                          <w:b/>
                          <w:i/>
                          <w:sz w:val="16"/>
                          <w:lang w:val="en-US"/>
                        </w:rPr>
                        <w:t>DENIS cedex</w:t>
                      </w:r>
                    </w:p>
                  </w:txbxContent>
                </v:textbox>
              </v:shape>
            </w:pict>
          </mc:Fallback>
        </mc:AlternateContent>
      </w:r>
      <w:r w:rsidR="00386EEA">
        <w:rPr>
          <w:noProof/>
        </w:rPr>
        <w:drawing>
          <wp:inline distT="0" distB="0" distL="0" distR="0">
            <wp:extent cx="1414145" cy="499745"/>
            <wp:effectExtent l="19050" t="0" r="0" b="0"/>
            <wp:docPr id="1" name="Image 1" descr="logos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sg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1EE" w:rsidRDefault="00542A83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-488315</wp:posOffset>
                </wp:positionH>
                <wp:positionV relativeFrom="paragraph">
                  <wp:posOffset>28575</wp:posOffset>
                </wp:positionV>
                <wp:extent cx="914400" cy="0"/>
                <wp:effectExtent l="6985" t="9525" r="12065" b="9525"/>
                <wp:wrapNone/>
                <wp:docPr id="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993B4" id="Line 2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45pt,2.25pt" to="33.5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3ia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"/>
            </w:pict>
          </mc:Fallback>
        </mc:AlternateContent>
      </w:r>
    </w:p>
    <w:p w:rsidR="00A301EE" w:rsidRDefault="00A301EE">
      <w:pPr>
        <w:rPr>
          <w:sz w:val="24"/>
        </w:rPr>
      </w:pPr>
    </w:p>
    <w:p w:rsidR="00A301EE" w:rsidRDefault="00A301EE">
      <w:pPr>
        <w:rPr>
          <w:sz w:val="24"/>
        </w:rPr>
      </w:pPr>
    </w:p>
    <w:p w:rsidR="00A301EE" w:rsidRDefault="00A301EE">
      <w:pPr>
        <w:rPr>
          <w:sz w:val="24"/>
        </w:rPr>
      </w:pPr>
    </w:p>
    <w:p w:rsidR="00A301EE" w:rsidRDefault="00A301EE">
      <w:pPr>
        <w:rPr>
          <w:sz w:val="24"/>
        </w:rPr>
      </w:pPr>
    </w:p>
    <w:p w:rsidR="00A301EE" w:rsidRDefault="00A301EE">
      <w:pPr>
        <w:rPr>
          <w:sz w:val="24"/>
        </w:rPr>
      </w:pPr>
    </w:p>
    <w:p w:rsidR="00F6626C" w:rsidRDefault="00F6626C">
      <w:pPr>
        <w:rPr>
          <w:sz w:val="24"/>
        </w:rPr>
      </w:pPr>
    </w:p>
    <w:p w:rsidR="008F23FB" w:rsidRDefault="008F23FB">
      <w:pPr>
        <w:rPr>
          <w:sz w:val="24"/>
        </w:rPr>
      </w:pPr>
    </w:p>
    <w:p w:rsidR="00A301EE" w:rsidRDefault="00542A83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-121285</wp:posOffset>
                </wp:positionH>
                <wp:positionV relativeFrom="paragraph">
                  <wp:posOffset>56515</wp:posOffset>
                </wp:positionV>
                <wp:extent cx="6651625" cy="457200"/>
                <wp:effectExtent l="2540" t="0" r="3810" b="635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16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6476" w:rsidRDefault="00036476">
                            <w:pPr>
                              <w:pStyle w:val="Titre6"/>
                            </w:pPr>
                            <w:r>
                              <w:t>ATTESTATION DE VISITE DES LIEUX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-9.55pt;margin-top:4.45pt;width:523.7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" o:allowincell="f" stroked="f">
                <v:textbox>
                  <w:txbxContent>
                    <w:p w:rsidR="00036476" w:rsidRDefault="00036476">
                      <w:pPr>
                        <w:pStyle w:val="Titre6"/>
                      </w:pPr>
                      <w:r>
                        <w:t>ATTESTATION DE VISITE DES LIEUX</w:t>
                      </w:r>
                    </w:p>
                  </w:txbxContent>
                </v:textbox>
              </v:shape>
            </w:pict>
          </mc:Fallback>
        </mc:AlternateContent>
      </w:r>
    </w:p>
    <w:p w:rsidR="00A301EE" w:rsidRDefault="00A301EE">
      <w:pPr>
        <w:rPr>
          <w:sz w:val="24"/>
        </w:rPr>
      </w:pPr>
    </w:p>
    <w:p w:rsidR="00A301EE" w:rsidRDefault="00A301EE">
      <w:pPr>
        <w:rPr>
          <w:sz w:val="24"/>
        </w:rPr>
      </w:pPr>
    </w:p>
    <w:p w:rsidR="008F23FB" w:rsidRDefault="008F23FB" w:rsidP="00A61691">
      <w:pPr>
        <w:tabs>
          <w:tab w:val="left" w:pos="2595"/>
        </w:tabs>
        <w:rPr>
          <w:b/>
          <w:sz w:val="24"/>
        </w:rPr>
      </w:pPr>
    </w:p>
    <w:p w:rsidR="001F7417" w:rsidRPr="001F7417" w:rsidRDefault="00A61691" w:rsidP="001F7417">
      <w:pPr>
        <w:ind w:left="2835" w:hanging="2835"/>
        <w:rPr>
          <w:b/>
          <w:sz w:val="24"/>
          <w:szCs w:val="24"/>
        </w:rPr>
      </w:pPr>
      <w:r w:rsidRPr="00E83D73">
        <w:rPr>
          <w:b/>
          <w:sz w:val="28"/>
          <w:szCs w:val="28"/>
          <w:u w:val="single"/>
        </w:rPr>
        <w:t>Objet des travaux :</w:t>
      </w:r>
      <w:r w:rsidRPr="00C47E03">
        <w:t xml:space="preserve"> </w:t>
      </w:r>
      <w:r w:rsidR="002767B7" w:rsidRPr="00C47E03">
        <w:tab/>
      </w:r>
      <w:r w:rsidR="001F7417" w:rsidRPr="001F7417">
        <w:rPr>
          <w:b/>
          <w:sz w:val="24"/>
          <w:szCs w:val="24"/>
        </w:rPr>
        <w:t>LA REUNION (974) – SAINTE-MARIE – DA 181</w:t>
      </w:r>
    </w:p>
    <w:p w:rsidR="003D3BFD" w:rsidRPr="00550BE8" w:rsidRDefault="001F7417" w:rsidP="001F7417">
      <w:pPr>
        <w:ind w:left="2835"/>
        <w:rPr>
          <w:b/>
          <w:sz w:val="24"/>
          <w:szCs w:val="24"/>
        </w:rPr>
      </w:pPr>
      <w:r w:rsidRPr="001F7417">
        <w:rPr>
          <w:b/>
          <w:sz w:val="24"/>
          <w:szCs w:val="24"/>
        </w:rPr>
        <w:t>Mise aux normes des ancrages CASA</w:t>
      </w:r>
      <w:bookmarkStart w:id="0" w:name="_GoBack"/>
      <w:bookmarkEnd w:id="0"/>
    </w:p>
    <w:p w:rsidR="00036476" w:rsidRPr="00612695" w:rsidRDefault="00036476" w:rsidP="00036476"/>
    <w:p w:rsidR="00612695" w:rsidRDefault="00612695" w:rsidP="00612695">
      <w:pPr>
        <w:ind w:firstLine="709"/>
      </w:pPr>
      <w:r w:rsidRPr="00612695">
        <w:t xml:space="preserve"> </w:t>
      </w:r>
    </w:p>
    <w:p w:rsidR="00A75D83" w:rsidRPr="00047BAD" w:rsidRDefault="00A75D83" w:rsidP="00C47E03">
      <w:pPr>
        <w:pStyle w:val="Retraitcorpsdetexte3"/>
        <w:spacing w:before="120"/>
        <w:ind w:left="2127" w:hanging="2127"/>
        <w:rPr>
          <w:rFonts w:ascii="Times New Roman" w:hAnsi="Times New Roman"/>
          <w:b w:val="0"/>
          <w:szCs w:val="22"/>
          <w:u w:val="none"/>
        </w:rPr>
      </w:pPr>
    </w:p>
    <w:p w:rsidR="008F23FB" w:rsidRDefault="00A61691" w:rsidP="003D3BFD">
      <w:pPr>
        <w:tabs>
          <w:tab w:val="left" w:pos="2595"/>
        </w:tabs>
        <w:jc w:val="both"/>
        <w:rPr>
          <w:sz w:val="24"/>
        </w:rPr>
      </w:pPr>
      <w:r w:rsidRPr="008F23FB">
        <w:rPr>
          <w:sz w:val="24"/>
        </w:rPr>
        <w:t>Je soussigné</w:t>
      </w:r>
      <w:r w:rsidR="008F23FB">
        <w:rPr>
          <w:sz w:val="24"/>
        </w:rPr>
        <w:t>,</w:t>
      </w:r>
      <w:r w:rsidR="00D57260">
        <w:rPr>
          <w:sz w:val="24"/>
        </w:rPr>
        <w:t xml:space="preserve"> Adjudant </w:t>
      </w:r>
      <w:r w:rsidR="001F7417">
        <w:rPr>
          <w:sz w:val="24"/>
        </w:rPr>
        <w:t>DELEUZE</w:t>
      </w:r>
      <w:r w:rsidR="00787BB9">
        <w:rPr>
          <w:sz w:val="24"/>
        </w:rPr>
        <w:t xml:space="preserve"> </w:t>
      </w:r>
      <w:r w:rsidR="001F7417">
        <w:rPr>
          <w:sz w:val="24"/>
        </w:rPr>
        <w:t>Rudy</w:t>
      </w:r>
      <w:r w:rsidR="00F6626C" w:rsidRPr="008F23FB">
        <w:rPr>
          <w:sz w:val="24"/>
        </w:rPr>
        <w:t>,</w:t>
      </w:r>
      <w:r w:rsidRPr="008F23FB">
        <w:rPr>
          <w:sz w:val="24"/>
        </w:rPr>
        <w:t xml:space="preserve"> </w:t>
      </w:r>
      <w:r w:rsidR="00EF456E">
        <w:rPr>
          <w:sz w:val="24"/>
        </w:rPr>
        <w:t>conducteur de travaux</w:t>
      </w:r>
      <w:r w:rsidR="00E83D73">
        <w:rPr>
          <w:sz w:val="24"/>
        </w:rPr>
        <w:t xml:space="preserve"> de l’antenne infrastructure maintenance nord</w:t>
      </w:r>
      <w:r w:rsidR="006B4596">
        <w:rPr>
          <w:sz w:val="24"/>
        </w:rPr>
        <w:t>,</w:t>
      </w:r>
      <w:r w:rsidR="003D3BFD">
        <w:rPr>
          <w:sz w:val="24"/>
        </w:rPr>
        <w:t xml:space="preserve"> </w:t>
      </w:r>
      <w:r>
        <w:rPr>
          <w:sz w:val="24"/>
        </w:rPr>
        <w:t xml:space="preserve">atteste </w:t>
      </w:r>
      <w:r w:rsidR="008F23FB">
        <w:rPr>
          <w:sz w:val="24"/>
        </w:rPr>
        <w:t>avoir fait visiter le site concernant le marché cité en objet</w:t>
      </w:r>
    </w:p>
    <w:p w:rsidR="008F23FB" w:rsidRDefault="008F23FB" w:rsidP="00A61691">
      <w:pPr>
        <w:tabs>
          <w:tab w:val="left" w:pos="2595"/>
        </w:tabs>
        <w:rPr>
          <w:sz w:val="24"/>
        </w:rPr>
      </w:pPr>
    </w:p>
    <w:p w:rsidR="008F23FB" w:rsidRPr="00FD166E" w:rsidRDefault="008F23FB" w:rsidP="00A61691">
      <w:pPr>
        <w:tabs>
          <w:tab w:val="left" w:pos="2595"/>
        </w:tabs>
        <w:rPr>
          <w:sz w:val="24"/>
        </w:rPr>
      </w:pPr>
      <w:proofErr w:type="gramStart"/>
      <w:r>
        <w:rPr>
          <w:sz w:val="24"/>
        </w:rPr>
        <w:t>à</w:t>
      </w:r>
      <w:proofErr w:type="gramEnd"/>
      <w:r w:rsidR="001806C7">
        <w:rPr>
          <w:sz w:val="24"/>
        </w:rPr>
        <w:t xml:space="preserve">                 </w:t>
      </w:r>
      <w:r w:rsidR="00086B11" w:rsidRPr="00FD166E">
        <w:rPr>
          <w:sz w:val="24"/>
        </w:rPr>
        <w:t xml:space="preserve"> </w:t>
      </w:r>
      <w:r w:rsidR="00040D18" w:rsidRPr="00FD166E">
        <w:rPr>
          <w:sz w:val="24"/>
        </w:rPr>
        <w:t xml:space="preserve">  </w:t>
      </w:r>
      <w:r w:rsidR="00C52C14">
        <w:rPr>
          <w:sz w:val="24"/>
        </w:rPr>
        <w:t xml:space="preserve">    </w:t>
      </w:r>
      <w:r w:rsidR="008537D8" w:rsidRPr="00FD166E">
        <w:rPr>
          <w:sz w:val="24"/>
        </w:rPr>
        <w:t xml:space="preserve">                    </w:t>
      </w:r>
      <w:r w:rsidR="00086B11" w:rsidRPr="00FD166E">
        <w:rPr>
          <w:sz w:val="24"/>
        </w:rPr>
        <w:t xml:space="preserve">       </w:t>
      </w:r>
      <w:r w:rsidR="00A61691" w:rsidRPr="00FD166E">
        <w:rPr>
          <w:sz w:val="24"/>
        </w:rPr>
        <w:t xml:space="preserve">, représentant l’entreprise </w:t>
      </w:r>
      <w:r w:rsidR="00086B11" w:rsidRPr="00FD166E">
        <w:rPr>
          <w:sz w:val="24"/>
        </w:rPr>
        <w:t xml:space="preserve">    </w:t>
      </w:r>
      <w:r w:rsidR="00040D18" w:rsidRPr="00FD166E">
        <w:rPr>
          <w:sz w:val="24"/>
        </w:rPr>
        <w:t xml:space="preserve"> </w:t>
      </w:r>
      <w:r w:rsidR="00C52C14">
        <w:rPr>
          <w:sz w:val="24"/>
        </w:rPr>
        <w:t xml:space="preserve">                 </w:t>
      </w:r>
      <w:r w:rsidR="00040D18" w:rsidRPr="00FD166E">
        <w:rPr>
          <w:sz w:val="24"/>
        </w:rPr>
        <w:t xml:space="preserve">                       </w:t>
      </w:r>
      <w:r w:rsidR="00086B11" w:rsidRPr="00FD166E">
        <w:rPr>
          <w:sz w:val="24"/>
        </w:rPr>
        <w:t xml:space="preserve">          </w:t>
      </w:r>
    </w:p>
    <w:p w:rsidR="008F23FB" w:rsidRDefault="008F23FB" w:rsidP="00A61691">
      <w:pPr>
        <w:tabs>
          <w:tab w:val="left" w:pos="2595"/>
        </w:tabs>
        <w:rPr>
          <w:sz w:val="24"/>
        </w:rPr>
      </w:pPr>
    </w:p>
    <w:p w:rsidR="00A61691" w:rsidRDefault="00F6626C" w:rsidP="00A61691">
      <w:pPr>
        <w:tabs>
          <w:tab w:val="left" w:pos="2595"/>
        </w:tabs>
        <w:rPr>
          <w:sz w:val="24"/>
        </w:rPr>
      </w:pPr>
      <w:proofErr w:type="gramStart"/>
      <w:r>
        <w:rPr>
          <w:sz w:val="24"/>
        </w:rPr>
        <w:t>le</w:t>
      </w:r>
      <w:proofErr w:type="gramEnd"/>
      <w:r>
        <w:rPr>
          <w:sz w:val="24"/>
        </w:rPr>
        <w:t xml:space="preserve"> </w:t>
      </w:r>
      <w:r w:rsidR="006B4596">
        <w:rPr>
          <w:sz w:val="24"/>
        </w:rPr>
        <w:t xml:space="preserve">  </w:t>
      </w:r>
      <w:r w:rsidR="00C52C14">
        <w:rPr>
          <w:sz w:val="24"/>
        </w:rPr>
        <w:t xml:space="preserve">                  </w:t>
      </w:r>
      <w:r w:rsidR="00036476">
        <w:rPr>
          <w:sz w:val="24"/>
        </w:rPr>
        <w:t xml:space="preserve">            </w:t>
      </w:r>
      <w:r w:rsidR="005C42F7">
        <w:rPr>
          <w:sz w:val="24"/>
        </w:rPr>
        <w:t>202</w:t>
      </w:r>
      <w:r w:rsidR="00787BB9">
        <w:rPr>
          <w:sz w:val="24"/>
        </w:rPr>
        <w:t>1</w:t>
      </w:r>
    </w:p>
    <w:p w:rsidR="00A301EE" w:rsidRDefault="00A301EE">
      <w:pPr>
        <w:rPr>
          <w:sz w:val="24"/>
        </w:rPr>
      </w:pPr>
    </w:p>
    <w:p w:rsidR="006B4596" w:rsidRDefault="006B4596">
      <w:pPr>
        <w:rPr>
          <w:sz w:val="24"/>
        </w:rPr>
      </w:pPr>
    </w:p>
    <w:p w:rsidR="006B4596" w:rsidRDefault="006B4596">
      <w:pPr>
        <w:rPr>
          <w:sz w:val="24"/>
        </w:rPr>
      </w:pPr>
    </w:p>
    <w:p w:rsidR="006B4596" w:rsidRDefault="006B4596">
      <w:pPr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14"/>
      </w:tblGrid>
      <w:tr w:rsidR="00E83D73" w:rsidTr="008F23FB">
        <w:trPr>
          <w:trHeight w:val="1019"/>
        </w:trPr>
        <w:tc>
          <w:tcPr>
            <w:tcW w:w="5314" w:type="dxa"/>
            <w:vAlign w:val="center"/>
          </w:tcPr>
          <w:p w:rsidR="00E83D73" w:rsidRDefault="00E83D73" w:rsidP="008F23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Signature du représentant du maitre d’œuvre</w:t>
            </w:r>
          </w:p>
        </w:tc>
      </w:tr>
      <w:tr w:rsidR="00E83D73" w:rsidTr="00E2305F">
        <w:trPr>
          <w:trHeight w:val="2014"/>
        </w:trPr>
        <w:tc>
          <w:tcPr>
            <w:tcW w:w="5314" w:type="dxa"/>
          </w:tcPr>
          <w:p w:rsidR="00E83D73" w:rsidRDefault="00E83D73">
            <w:pPr>
              <w:rPr>
                <w:sz w:val="24"/>
              </w:rPr>
            </w:pPr>
          </w:p>
        </w:tc>
      </w:tr>
    </w:tbl>
    <w:p w:rsidR="00A301EE" w:rsidRDefault="00A301EE" w:rsidP="00E2305F">
      <w:pPr>
        <w:rPr>
          <w:sz w:val="24"/>
        </w:rPr>
      </w:pPr>
    </w:p>
    <w:sectPr w:rsidR="00A301EE" w:rsidSect="00DB2A77">
      <w:footerReference w:type="default" r:id="rId9"/>
      <w:headerReference w:type="first" r:id="rId10"/>
      <w:footerReference w:type="first" r:id="rId11"/>
      <w:type w:val="continuous"/>
      <w:pgSz w:w="11906" w:h="16838" w:code="9"/>
      <w:pgMar w:top="567" w:right="567" w:bottom="726" w:left="851" w:header="720" w:footer="62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1F3" w:rsidRDefault="00E041F3">
      <w:r>
        <w:separator/>
      </w:r>
    </w:p>
  </w:endnote>
  <w:endnote w:type="continuationSeparator" w:id="0">
    <w:p w:rsidR="00E041F3" w:rsidRDefault="00E0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476" w:rsidRDefault="00036476">
    <w:pPr>
      <w:pStyle w:val="Pieddepage"/>
      <w:ind w:right="56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476" w:rsidRDefault="00542A83" w:rsidP="00386EEA">
    <w:pPr>
      <w:pStyle w:val="Pieddepage"/>
      <w:pBdr>
        <w:top w:val="single" w:sz="4" w:space="16" w:color="auto"/>
      </w:pBdr>
      <w:tabs>
        <w:tab w:val="clear" w:pos="4536"/>
        <w:tab w:val="clear" w:pos="9072"/>
      </w:tabs>
      <w:ind w:left="142"/>
      <w:rPr>
        <w:sz w:val="17"/>
      </w:rPr>
    </w:pPr>
    <w:r>
      <w:rPr>
        <w:noProof/>
        <w:sz w:val="17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-102870</wp:posOffset>
              </wp:positionH>
              <wp:positionV relativeFrom="paragraph">
                <wp:posOffset>239395</wp:posOffset>
              </wp:positionV>
              <wp:extent cx="7000875" cy="604520"/>
              <wp:effectExtent l="1905" t="1270" r="0" b="381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7000875" cy="604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6476" w:rsidRDefault="00036476" w:rsidP="00D41666">
                          <w:pPr>
                            <w:jc w:val="center"/>
                            <w:rPr>
                              <w:sz w:val="17"/>
                            </w:rPr>
                          </w:pPr>
                          <w:r>
                            <w:rPr>
                              <w:sz w:val="17"/>
                            </w:rPr>
                            <w:t xml:space="preserve">Direction d’Infrastructure de la Défense de Saint-Denis </w:t>
                          </w:r>
                        </w:p>
                        <w:p w:rsidR="00036476" w:rsidRPr="00D41666" w:rsidRDefault="00036476" w:rsidP="00D41666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7"/>
                            </w:rPr>
                            <w:t>AIM</w:t>
                          </w:r>
                          <w:r w:rsidRPr="00D41666"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NORD – </w:t>
                          </w:r>
                          <w:r w:rsidR="00787BB9">
                            <w:rPr>
                              <w:sz w:val="16"/>
                            </w:rPr>
                            <w:t>CASERNE LAMBERT</w:t>
                          </w:r>
                          <w:r>
                            <w:rPr>
                              <w:sz w:val="16"/>
                            </w:rPr>
                            <w:t xml:space="preserve"> – </w:t>
                          </w:r>
                          <w:r w:rsidR="00787BB9">
                            <w:rPr>
                              <w:sz w:val="16"/>
                            </w:rPr>
                            <w:t xml:space="preserve">BP 50 800 - </w:t>
                          </w:r>
                          <w:r>
                            <w:rPr>
                              <w:sz w:val="16"/>
                            </w:rPr>
                            <w:t>97 </w:t>
                          </w:r>
                          <w:r w:rsidR="00787BB9">
                            <w:rPr>
                              <w:sz w:val="16"/>
                            </w:rPr>
                            <w:t>476</w:t>
                          </w:r>
                          <w:r>
                            <w:rPr>
                              <w:sz w:val="16"/>
                            </w:rPr>
                            <w:t xml:space="preserve"> SAINT DENIS </w:t>
                          </w:r>
                          <w:r w:rsidR="00787BB9">
                            <w:rPr>
                              <w:sz w:val="16"/>
                            </w:rPr>
                            <w:t>CEDEX</w:t>
                          </w:r>
                        </w:p>
                        <w:p w:rsidR="00036476" w:rsidRDefault="00036476">
                          <w:pPr>
                            <w:tabs>
                              <w:tab w:val="center" w:pos="2764"/>
                            </w:tabs>
                            <w:spacing w:line="280" w:lineRule="exact"/>
                            <w:ind w:right="-68"/>
                            <w:rPr>
                              <w:sz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8" style="position:absolute;left:0;text-align:left;margin-left:-8.1pt;margin-top:18.85pt;width:551.25pt;height:47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" stroked="f" strokeweight="0">
              <v:textbox inset="0,0,0,0">
                <w:txbxContent>
                  <w:p w:rsidR="00036476" w:rsidRDefault="00036476" w:rsidP="00D41666">
                    <w:pPr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 xml:space="preserve">Direction d’Infrastructure de la Défense de Saint-Denis </w:t>
                    </w:r>
                  </w:p>
                  <w:p w:rsidR="00036476" w:rsidRPr="00D41666" w:rsidRDefault="00036476" w:rsidP="00D41666">
                    <w:pPr>
                      <w:jc w:val="center"/>
                      <w:rPr>
                        <w:sz w:val="16"/>
                      </w:rPr>
                    </w:pPr>
                    <w:r>
                      <w:rPr>
                        <w:sz w:val="17"/>
                      </w:rPr>
                      <w:t>AIM</w:t>
                    </w:r>
                    <w:r w:rsidRPr="00D41666">
                      <w:rPr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NORD – </w:t>
                    </w:r>
                    <w:r w:rsidR="00787BB9">
                      <w:rPr>
                        <w:sz w:val="16"/>
                      </w:rPr>
                      <w:t>CASERNE LAMBERT</w:t>
                    </w:r>
                    <w:r>
                      <w:rPr>
                        <w:sz w:val="16"/>
                      </w:rPr>
                      <w:t xml:space="preserve"> – </w:t>
                    </w:r>
                    <w:r w:rsidR="00787BB9">
                      <w:rPr>
                        <w:sz w:val="16"/>
                      </w:rPr>
                      <w:t xml:space="preserve">BP 50 800 - </w:t>
                    </w:r>
                    <w:r>
                      <w:rPr>
                        <w:sz w:val="16"/>
                      </w:rPr>
                      <w:t>97 </w:t>
                    </w:r>
                    <w:r w:rsidR="00787BB9">
                      <w:rPr>
                        <w:sz w:val="16"/>
                      </w:rPr>
                      <w:t>476</w:t>
                    </w:r>
                    <w:r>
                      <w:rPr>
                        <w:sz w:val="16"/>
                      </w:rPr>
                      <w:t xml:space="preserve"> SAINT DENIS </w:t>
                    </w:r>
                    <w:r w:rsidR="00787BB9">
                      <w:rPr>
                        <w:sz w:val="16"/>
                      </w:rPr>
                      <w:t>CEDEX</w:t>
                    </w:r>
                  </w:p>
                  <w:p w:rsidR="00036476" w:rsidRDefault="00036476">
                    <w:pPr>
                      <w:tabs>
                        <w:tab w:val="center" w:pos="2764"/>
                      </w:tabs>
                      <w:spacing w:line="280" w:lineRule="exact"/>
                      <w:ind w:right="-68"/>
                      <w:rPr>
                        <w:sz w:val="17"/>
                      </w:rPr>
                    </w:pPr>
                  </w:p>
                </w:txbxContent>
              </v:textbox>
            </v:rect>
          </w:pict>
        </mc:Fallback>
      </mc:AlternateContent>
    </w:r>
  </w:p>
  <w:p w:rsidR="00036476" w:rsidRDefault="00036476" w:rsidP="00386EEA">
    <w:pPr>
      <w:pStyle w:val="Pieddepage"/>
      <w:pBdr>
        <w:top w:val="single" w:sz="4" w:space="16" w:color="auto"/>
      </w:pBdr>
      <w:tabs>
        <w:tab w:val="clear" w:pos="4536"/>
        <w:tab w:val="clear" w:pos="9072"/>
      </w:tabs>
      <w:ind w:left="142"/>
      <w:rPr>
        <w:sz w:val="17"/>
      </w:rPr>
    </w:pPr>
  </w:p>
  <w:p w:rsidR="00036476" w:rsidRDefault="00036476" w:rsidP="00386EEA">
    <w:pPr>
      <w:pStyle w:val="Pieddepage"/>
      <w:pBdr>
        <w:top w:val="single" w:sz="4" w:space="16" w:color="auto"/>
      </w:pBdr>
      <w:tabs>
        <w:tab w:val="clear" w:pos="4536"/>
        <w:tab w:val="clear" w:pos="9072"/>
      </w:tabs>
      <w:ind w:left="142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1F3" w:rsidRDefault="00E041F3">
      <w:r>
        <w:separator/>
      </w:r>
    </w:p>
  </w:footnote>
  <w:footnote w:type="continuationSeparator" w:id="0">
    <w:p w:rsidR="00E041F3" w:rsidRDefault="00E04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476" w:rsidRDefault="001F7417">
    <w:pPr>
      <w:pStyle w:val="En-tte"/>
      <w:tabs>
        <w:tab w:val="clear" w:pos="9072"/>
        <w:tab w:val="right" w:pos="10206"/>
      </w:tabs>
      <w:rPr>
        <w:rFonts w:ascii="Arial" w:hAnsi="Arial"/>
        <w:sz w:val="16"/>
      </w:rPr>
    </w:pPr>
    <w:r>
      <w:rPr>
        <w:rFonts w:ascii="Arial" w:hAnsi="Arial"/>
        <w:noProof/>
        <w:sz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00.3pt;margin-top:-21.05pt;width:100.8pt;height:67.95pt;z-index:251657216;visibility:visible;mso-wrap-edited:f" o:allowincell="f">
          <v:imagedata r:id="rId1" o:title=""/>
          <w10:wrap type="topAndBottom"/>
        </v:shape>
        <o:OLEObject Type="Embed" ProgID="Word.Picture.8" ShapeID="_x0000_s2051" DrawAspect="Content" ObjectID="_1694376483" r:id="rId2"/>
      </w:object>
    </w:r>
  </w:p>
  <w:p w:rsidR="00036476" w:rsidRDefault="00036476">
    <w:pPr>
      <w:pStyle w:val="En-tte"/>
      <w:tabs>
        <w:tab w:val="clear" w:pos="4536"/>
        <w:tab w:val="clear" w:pos="9072"/>
      </w:tabs>
      <w:rPr>
        <w:rFonts w:ascii="Arial" w:hAnsi="Arial"/>
        <w:sz w:val="16"/>
      </w:rPr>
    </w:pPr>
  </w:p>
  <w:p w:rsidR="00036476" w:rsidRDefault="00036476">
    <w:pPr>
      <w:pStyle w:val="En-tte"/>
      <w:tabs>
        <w:tab w:val="clear" w:pos="4536"/>
        <w:tab w:val="clear" w:pos="9072"/>
      </w:tabs>
    </w:pPr>
  </w:p>
  <w:p w:rsidR="00036476" w:rsidRDefault="00036476">
    <w:pPr>
      <w:pStyle w:val="En-tte"/>
      <w:tabs>
        <w:tab w:val="clear" w:pos="4536"/>
        <w:tab w:val="center" w:pos="3544"/>
      </w:tabs>
    </w:pPr>
  </w:p>
  <w:p w:rsidR="00036476" w:rsidRDefault="00036476">
    <w:pPr>
      <w:pStyle w:val="En-tte"/>
      <w:tabs>
        <w:tab w:val="clear" w:pos="4536"/>
        <w:tab w:val="left" w:pos="2552"/>
      </w:tabs>
    </w:pPr>
  </w:p>
  <w:p w:rsidR="00036476" w:rsidRDefault="00D95D56" w:rsidP="00D95D56">
    <w:pPr>
      <w:pStyle w:val="En-tte"/>
      <w:tabs>
        <w:tab w:val="clear" w:pos="4536"/>
        <w:tab w:val="clear" w:pos="9072"/>
        <w:tab w:val="center" w:pos="4962"/>
      </w:tabs>
      <w:rPr>
        <w:b/>
        <w:sz w:val="22"/>
      </w:rPr>
    </w:pPr>
    <w:r>
      <w:rPr>
        <w:b/>
        <w:sz w:val="22"/>
      </w:rPr>
      <w:tab/>
    </w:r>
    <w:r w:rsidR="00036476">
      <w:rPr>
        <w:b/>
        <w:sz w:val="22"/>
      </w:rPr>
      <w:t>MINISTÈRE DE</w:t>
    </w:r>
    <w:r>
      <w:rPr>
        <w:b/>
        <w:sz w:val="22"/>
      </w:rPr>
      <w:t>S ARMEES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D13"/>
    <w:multiLevelType w:val="hybridMultilevel"/>
    <w:tmpl w:val="3190C3E8"/>
    <w:lvl w:ilvl="0" w:tplc="8D347836">
      <w:start w:val="5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06651174"/>
    <w:multiLevelType w:val="hybridMultilevel"/>
    <w:tmpl w:val="899A4D06"/>
    <w:lvl w:ilvl="0" w:tplc="040C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C0E8F"/>
    <w:multiLevelType w:val="hybridMultilevel"/>
    <w:tmpl w:val="4CD62F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C5E6D"/>
    <w:multiLevelType w:val="hybridMultilevel"/>
    <w:tmpl w:val="883ABA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8203C"/>
    <w:multiLevelType w:val="hybridMultilevel"/>
    <w:tmpl w:val="BC20C5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3B531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90E4527"/>
    <w:multiLevelType w:val="hybridMultilevel"/>
    <w:tmpl w:val="455C2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A526E"/>
    <w:multiLevelType w:val="singleLevel"/>
    <w:tmpl w:val="034CE362"/>
    <w:lvl w:ilvl="0">
      <w:start w:val="84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F64"/>
    <w:rsid w:val="000038E1"/>
    <w:rsid w:val="00036476"/>
    <w:rsid w:val="00040D18"/>
    <w:rsid w:val="00043536"/>
    <w:rsid w:val="00086B11"/>
    <w:rsid w:val="000A0DBA"/>
    <w:rsid w:val="000B3240"/>
    <w:rsid w:val="000F240A"/>
    <w:rsid w:val="001040AD"/>
    <w:rsid w:val="00107394"/>
    <w:rsid w:val="00141432"/>
    <w:rsid w:val="00157FED"/>
    <w:rsid w:val="00171BF0"/>
    <w:rsid w:val="001728F6"/>
    <w:rsid w:val="00174366"/>
    <w:rsid w:val="001806C7"/>
    <w:rsid w:val="001821DE"/>
    <w:rsid w:val="001A5E58"/>
    <w:rsid w:val="001C12A6"/>
    <w:rsid w:val="001E3BDB"/>
    <w:rsid w:val="001F698A"/>
    <w:rsid w:val="001F7417"/>
    <w:rsid w:val="002044C4"/>
    <w:rsid w:val="002310BA"/>
    <w:rsid w:val="002450ED"/>
    <w:rsid w:val="00266F0A"/>
    <w:rsid w:val="00267494"/>
    <w:rsid w:val="002767B7"/>
    <w:rsid w:val="002809EF"/>
    <w:rsid w:val="0028132D"/>
    <w:rsid w:val="00311863"/>
    <w:rsid w:val="003221FC"/>
    <w:rsid w:val="00331D3C"/>
    <w:rsid w:val="00333356"/>
    <w:rsid w:val="00366596"/>
    <w:rsid w:val="003700D8"/>
    <w:rsid w:val="00370294"/>
    <w:rsid w:val="0038232D"/>
    <w:rsid w:val="00386EEA"/>
    <w:rsid w:val="0039211A"/>
    <w:rsid w:val="003975B8"/>
    <w:rsid w:val="003A5908"/>
    <w:rsid w:val="003B5D41"/>
    <w:rsid w:val="003D2034"/>
    <w:rsid w:val="003D3BFD"/>
    <w:rsid w:val="003E2053"/>
    <w:rsid w:val="003E5651"/>
    <w:rsid w:val="004112DB"/>
    <w:rsid w:val="00436B0F"/>
    <w:rsid w:val="00474115"/>
    <w:rsid w:val="004B1800"/>
    <w:rsid w:val="004B358C"/>
    <w:rsid w:val="004E6A50"/>
    <w:rsid w:val="004E70FF"/>
    <w:rsid w:val="00501E62"/>
    <w:rsid w:val="005063BD"/>
    <w:rsid w:val="005332AD"/>
    <w:rsid w:val="00542A83"/>
    <w:rsid w:val="00550BE8"/>
    <w:rsid w:val="00585A76"/>
    <w:rsid w:val="005B41B9"/>
    <w:rsid w:val="005C42F7"/>
    <w:rsid w:val="005D5BD9"/>
    <w:rsid w:val="005F32ED"/>
    <w:rsid w:val="005F41A6"/>
    <w:rsid w:val="00612695"/>
    <w:rsid w:val="00636CFE"/>
    <w:rsid w:val="0067140F"/>
    <w:rsid w:val="00672943"/>
    <w:rsid w:val="006A607A"/>
    <w:rsid w:val="006B4596"/>
    <w:rsid w:val="006C7F0E"/>
    <w:rsid w:val="006E139F"/>
    <w:rsid w:val="006E2152"/>
    <w:rsid w:val="006F5410"/>
    <w:rsid w:val="00715B11"/>
    <w:rsid w:val="00733AD0"/>
    <w:rsid w:val="007557F0"/>
    <w:rsid w:val="007570C4"/>
    <w:rsid w:val="007864A0"/>
    <w:rsid w:val="007868D6"/>
    <w:rsid w:val="00787BB9"/>
    <w:rsid w:val="007A5352"/>
    <w:rsid w:val="007B3EF0"/>
    <w:rsid w:val="007B49EA"/>
    <w:rsid w:val="007B63D2"/>
    <w:rsid w:val="007C3896"/>
    <w:rsid w:val="007C726F"/>
    <w:rsid w:val="008147E1"/>
    <w:rsid w:val="00832C86"/>
    <w:rsid w:val="008536A2"/>
    <w:rsid w:val="008537D8"/>
    <w:rsid w:val="008B73B6"/>
    <w:rsid w:val="008E2A1F"/>
    <w:rsid w:val="008F23FB"/>
    <w:rsid w:val="00955873"/>
    <w:rsid w:val="00985877"/>
    <w:rsid w:val="00A00411"/>
    <w:rsid w:val="00A16754"/>
    <w:rsid w:val="00A301EE"/>
    <w:rsid w:val="00A34E4C"/>
    <w:rsid w:val="00A34F64"/>
    <w:rsid w:val="00A434B6"/>
    <w:rsid w:val="00A44137"/>
    <w:rsid w:val="00A5039F"/>
    <w:rsid w:val="00A61691"/>
    <w:rsid w:val="00A75D83"/>
    <w:rsid w:val="00AC6891"/>
    <w:rsid w:val="00AE0134"/>
    <w:rsid w:val="00AE4AB3"/>
    <w:rsid w:val="00AF1302"/>
    <w:rsid w:val="00B05FB8"/>
    <w:rsid w:val="00B06508"/>
    <w:rsid w:val="00B3770C"/>
    <w:rsid w:val="00B859F0"/>
    <w:rsid w:val="00BB4192"/>
    <w:rsid w:val="00C14197"/>
    <w:rsid w:val="00C47E03"/>
    <w:rsid w:val="00C52C14"/>
    <w:rsid w:val="00C5533C"/>
    <w:rsid w:val="00C7737A"/>
    <w:rsid w:val="00C852E7"/>
    <w:rsid w:val="00CA2948"/>
    <w:rsid w:val="00CB43AF"/>
    <w:rsid w:val="00CC7D29"/>
    <w:rsid w:val="00D01736"/>
    <w:rsid w:val="00D05FA0"/>
    <w:rsid w:val="00D1208C"/>
    <w:rsid w:val="00D3786E"/>
    <w:rsid w:val="00D41666"/>
    <w:rsid w:val="00D57260"/>
    <w:rsid w:val="00D632A5"/>
    <w:rsid w:val="00D654D6"/>
    <w:rsid w:val="00D9537C"/>
    <w:rsid w:val="00D95D56"/>
    <w:rsid w:val="00DA32A3"/>
    <w:rsid w:val="00DB2A77"/>
    <w:rsid w:val="00DC1023"/>
    <w:rsid w:val="00DD285C"/>
    <w:rsid w:val="00DD7078"/>
    <w:rsid w:val="00E041F3"/>
    <w:rsid w:val="00E2305F"/>
    <w:rsid w:val="00E83D73"/>
    <w:rsid w:val="00EC1C8E"/>
    <w:rsid w:val="00ED6DBE"/>
    <w:rsid w:val="00EF456E"/>
    <w:rsid w:val="00F23B64"/>
    <w:rsid w:val="00F26492"/>
    <w:rsid w:val="00F267C5"/>
    <w:rsid w:val="00F6626C"/>
    <w:rsid w:val="00F77272"/>
    <w:rsid w:val="00F836D2"/>
    <w:rsid w:val="00FD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265FDCAA"/>
  <w15:docId w15:val="{9664ACA3-6654-40C4-8F76-2193F3167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77"/>
  </w:style>
  <w:style w:type="paragraph" w:styleId="Titre1">
    <w:name w:val="heading 1"/>
    <w:basedOn w:val="Normal"/>
    <w:next w:val="Normal"/>
    <w:qFormat/>
    <w:rsid w:val="00DB2A77"/>
    <w:pPr>
      <w:keepNext/>
      <w:tabs>
        <w:tab w:val="center" w:pos="2764"/>
      </w:tabs>
      <w:spacing w:line="280" w:lineRule="exact"/>
      <w:ind w:left="794" w:right="-68" w:hanging="794"/>
      <w:outlineLvl w:val="0"/>
    </w:pPr>
    <w:rPr>
      <w:rFonts w:ascii="Tahoma" w:hAnsi="Tahoma"/>
      <w:b/>
      <w:smallCaps/>
      <w:sz w:val="14"/>
    </w:rPr>
  </w:style>
  <w:style w:type="paragraph" w:styleId="Titre2">
    <w:name w:val="heading 2"/>
    <w:basedOn w:val="Normal"/>
    <w:next w:val="Normal"/>
    <w:link w:val="Titre2Car"/>
    <w:qFormat/>
    <w:rsid w:val="00DB2A77"/>
    <w:pPr>
      <w:keepNext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DB2A77"/>
    <w:pPr>
      <w:keepNext/>
      <w:outlineLvl w:val="2"/>
    </w:pPr>
    <w:rPr>
      <w:rFonts w:ascii="Arial" w:hAnsi="Arial"/>
      <w:b/>
      <w:sz w:val="16"/>
    </w:rPr>
  </w:style>
  <w:style w:type="paragraph" w:styleId="Titre4">
    <w:name w:val="heading 4"/>
    <w:basedOn w:val="Normal"/>
    <w:next w:val="Normal"/>
    <w:qFormat/>
    <w:rsid w:val="00DB2A77"/>
    <w:pPr>
      <w:keepNext/>
      <w:jc w:val="center"/>
      <w:outlineLvl w:val="3"/>
    </w:pPr>
    <w:rPr>
      <w:b/>
      <w:sz w:val="28"/>
    </w:rPr>
  </w:style>
  <w:style w:type="paragraph" w:styleId="Titre5">
    <w:name w:val="heading 5"/>
    <w:basedOn w:val="Normal"/>
    <w:next w:val="Normal"/>
    <w:qFormat/>
    <w:rsid w:val="00DB2A77"/>
    <w:pPr>
      <w:keepNext/>
      <w:jc w:val="center"/>
      <w:outlineLvl w:val="4"/>
    </w:pPr>
    <w:rPr>
      <w:i/>
    </w:rPr>
  </w:style>
  <w:style w:type="paragraph" w:styleId="Titre6">
    <w:name w:val="heading 6"/>
    <w:basedOn w:val="Normal"/>
    <w:next w:val="Normal"/>
    <w:qFormat/>
    <w:rsid w:val="00DB2A77"/>
    <w:pPr>
      <w:keepNext/>
      <w:jc w:val="center"/>
      <w:outlineLvl w:val="5"/>
    </w:pPr>
    <w:rPr>
      <w:b/>
      <w:sz w:val="28"/>
      <w:u w:val="single"/>
    </w:rPr>
  </w:style>
  <w:style w:type="paragraph" w:styleId="Titre7">
    <w:name w:val="heading 7"/>
    <w:basedOn w:val="Normal"/>
    <w:next w:val="Normal"/>
    <w:qFormat/>
    <w:rsid w:val="00DB2A77"/>
    <w:pPr>
      <w:keepNext/>
      <w:jc w:val="center"/>
      <w:outlineLvl w:val="6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B2A7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DB2A77"/>
    <w:pPr>
      <w:tabs>
        <w:tab w:val="center" w:pos="4536"/>
        <w:tab w:val="right" w:pos="9072"/>
      </w:tabs>
    </w:pPr>
  </w:style>
  <w:style w:type="paragraph" w:customStyle="1" w:styleId="Normalcentr1">
    <w:name w:val="Normal centré1"/>
    <w:basedOn w:val="Normal"/>
    <w:rsid w:val="00DB2A77"/>
    <w:pPr>
      <w:tabs>
        <w:tab w:val="left" w:pos="8505"/>
      </w:tabs>
      <w:spacing w:line="280" w:lineRule="exact"/>
      <w:ind w:left="794" w:right="-57"/>
    </w:pPr>
    <w:rPr>
      <w:rFonts w:ascii="Arial" w:hAnsi="Arial"/>
      <w:sz w:val="14"/>
    </w:rPr>
  </w:style>
  <w:style w:type="character" w:styleId="Numrodepage">
    <w:name w:val="page number"/>
    <w:basedOn w:val="Policepardfaut"/>
    <w:semiHidden/>
    <w:rsid w:val="00DB2A77"/>
  </w:style>
  <w:style w:type="paragraph" w:styleId="Corpsdetexte">
    <w:name w:val="Body Text"/>
    <w:basedOn w:val="Normal"/>
    <w:semiHidden/>
    <w:rsid w:val="00DB2A77"/>
    <w:pPr>
      <w:spacing w:after="60"/>
      <w:jc w:val="both"/>
    </w:pPr>
    <w:rPr>
      <w:sz w:val="22"/>
    </w:rPr>
  </w:style>
  <w:style w:type="paragraph" w:styleId="Corpsdetexte2">
    <w:name w:val="Body Text 2"/>
    <w:basedOn w:val="Normal"/>
    <w:semiHidden/>
    <w:rsid w:val="00DB2A77"/>
    <w:rPr>
      <w:rFonts w:ascii="Tahoma" w:hAnsi="Tahoma"/>
      <w:b/>
      <w:sz w:val="14"/>
    </w:rPr>
  </w:style>
  <w:style w:type="paragraph" w:styleId="Lgende">
    <w:name w:val="caption"/>
    <w:basedOn w:val="Normal"/>
    <w:next w:val="Normal"/>
    <w:qFormat/>
    <w:rsid w:val="00DB2A77"/>
    <w:pPr>
      <w:spacing w:before="120" w:after="120"/>
    </w:pPr>
    <w:rPr>
      <w:b/>
      <w:bCs/>
    </w:rPr>
  </w:style>
  <w:style w:type="paragraph" w:styleId="Corpsdetexte3">
    <w:name w:val="Body Text 3"/>
    <w:basedOn w:val="Normal"/>
    <w:semiHidden/>
    <w:rsid w:val="00DB2A77"/>
    <w:rPr>
      <w:sz w:val="24"/>
    </w:rPr>
  </w:style>
  <w:style w:type="character" w:customStyle="1" w:styleId="Titre2Car">
    <w:name w:val="Titre 2 Car"/>
    <w:basedOn w:val="Policepardfaut"/>
    <w:link w:val="Titre2"/>
    <w:rsid w:val="00386EEA"/>
    <w:rPr>
      <w:b/>
    </w:rPr>
  </w:style>
  <w:style w:type="character" w:customStyle="1" w:styleId="En-tteCar">
    <w:name w:val="En-tête Car"/>
    <w:basedOn w:val="Policepardfaut"/>
    <w:link w:val="En-tte"/>
    <w:rsid w:val="00386EEA"/>
  </w:style>
  <w:style w:type="paragraph" w:styleId="Paragraphedeliste">
    <w:name w:val="List Paragraph"/>
    <w:basedOn w:val="Normal"/>
    <w:uiPriority w:val="34"/>
    <w:qFormat/>
    <w:rsid w:val="00386EE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F41A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41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23F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B459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semiHidden/>
    <w:rsid w:val="002767B7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Retraitcorpsdetexte3">
    <w:name w:val="Body Text Indent 3"/>
    <w:basedOn w:val="Normal"/>
    <w:link w:val="Retraitcorpsdetexte3Car"/>
    <w:semiHidden/>
    <w:rsid w:val="00A75D83"/>
    <w:pPr>
      <w:ind w:left="709"/>
      <w:jc w:val="both"/>
    </w:pPr>
    <w:rPr>
      <w:rFonts w:ascii="Arial Narrow" w:hAnsi="Arial Narrow"/>
      <w:b/>
      <w:sz w:val="22"/>
      <w:u w:val="single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A75D83"/>
    <w:rPr>
      <w:rFonts w:ascii="Arial Narrow" w:hAnsi="Arial Narrow"/>
      <w:b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erve.mazuel\Bureau\herve\ATTESTATION%20VISITE%20model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93F49-2857-48D5-8532-7EFF2B6BA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ATTESTATION VISITE modele.dotx</Template>
  <TotalTime>112</TotalTime>
  <Pages>1</Pages>
  <Words>53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</vt:lpstr>
    </vt:vector>
  </TitlesOfParts>
  <Company>EMAT. BOSI.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</dc:title>
  <dc:creator>MOUREAU Claude ADC</dc:creator>
  <cp:lastModifiedBy>PITAULT Colin IMI</cp:lastModifiedBy>
  <cp:revision>36</cp:revision>
  <cp:lastPrinted>2018-06-19T11:30:00Z</cp:lastPrinted>
  <dcterms:created xsi:type="dcterms:W3CDTF">2015-09-14T04:32:00Z</dcterms:created>
  <dcterms:modified xsi:type="dcterms:W3CDTF">2021-09-28T19:21:00Z</dcterms:modified>
</cp:coreProperties>
</file>